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1FC6" w14:textId="77777777" w:rsidR="00116E13" w:rsidRDefault="00116E13" w:rsidP="00001E58">
      <w:pPr>
        <w:jc w:val="center"/>
        <w:rPr>
          <w:b/>
          <w:sz w:val="24"/>
        </w:rPr>
      </w:pPr>
      <w:bookmarkStart w:id="0" w:name="_GoBack"/>
      <w:bookmarkEnd w:id="0"/>
    </w:p>
    <w:p w14:paraId="325FA8B3" w14:textId="77777777" w:rsidR="00116E13" w:rsidRDefault="00116E13" w:rsidP="00001E58">
      <w:pPr>
        <w:jc w:val="center"/>
        <w:rPr>
          <w:b/>
          <w:sz w:val="24"/>
        </w:rPr>
      </w:pPr>
    </w:p>
    <w:p w14:paraId="1AD7B698" w14:textId="77777777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0A17B6" w:rsidRPr="000A17B6">
        <w:rPr>
          <w:b/>
          <w:bCs/>
          <w:sz w:val="24"/>
        </w:rPr>
        <w:fldChar w:fldCharType="begin"/>
      </w:r>
      <w:r w:rsidR="000A17B6" w:rsidRPr="000A17B6">
        <w:rPr>
          <w:b/>
          <w:bCs/>
          <w:sz w:val="24"/>
        </w:rPr>
        <w:instrText xml:space="preserve"> MACROBUTTON  AcceptAllChangesInDoc [Sisesta number]</w:instrText>
      </w:r>
      <w:r w:rsidR="000A17B6" w:rsidRPr="000A17B6">
        <w:rPr>
          <w:b/>
          <w:sz w:val="24"/>
        </w:rPr>
        <w:fldChar w:fldCharType="end"/>
      </w:r>
    </w:p>
    <w:p w14:paraId="60849758" w14:textId="77777777" w:rsidR="00BF0A63" w:rsidRDefault="00BF0A63" w:rsidP="00BF0A63">
      <w:pPr>
        <w:jc w:val="center"/>
        <w:rPr>
          <w:b/>
          <w:sz w:val="24"/>
        </w:rPr>
      </w:pPr>
    </w:p>
    <w:p w14:paraId="59AEF8AA" w14:textId="77777777" w:rsidR="00BF0A63" w:rsidRPr="00BF0A63" w:rsidRDefault="00BF0A63" w:rsidP="00BF0A63">
      <w:pPr>
        <w:rPr>
          <w:b/>
          <w:sz w:val="24"/>
        </w:rPr>
      </w:pPr>
    </w:p>
    <w:p w14:paraId="2886689A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4767A36D" w14:textId="77777777" w:rsidR="00BF0A63" w:rsidRPr="00BF0A63" w:rsidRDefault="009629CD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EB222779A5F941FCB09B83C75B51A1B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DF57160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7C0B5579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59DB0ED9" w14:textId="77777777" w:rsidR="00BF0A63" w:rsidRDefault="000A17B6" w:rsidP="000A17B6">
      <w:pPr>
        <w:pStyle w:val="Kehatekst2"/>
        <w:jc w:val="both"/>
        <w:rPr>
          <w:rFonts w:eastAsia="Calibri"/>
        </w:rPr>
      </w:pPr>
      <w:r w:rsidRPr="0012352D">
        <w:rPr>
          <w:szCs w:val="24"/>
        </w:rPr>
        <w:fldChar w:fldCharType="begin"/>
      </w:r>
      <w:r w:rsidRPr="0012352D">
        <w:rPr>
          <w:szCs w:val="24"/>
        </w:rPr>
        <w:instrText xml:space="preserve"> MACRO</w:instrText>
      </w:r>
      <w:r>
        <w:rPr>
          <w:szCs w:val="24"/>
        </w:rPr>
        <w:instrText>BUTTON  AcceptAllChangesInDoc [Sisesta j</w:instrText>
      </w:r>
      <w:r w:rsidRPr="0012352D">
        <w:rPr>
          <w:szCs w:val="24"/>
        </w:rPr>
        <w:instrText>uriidilise</w:instrText>
      </w:r>
      <w:r>
        <w:rPr>
          <w:szCs w:val="24"/>
        </w:rPr>
        <w:instrText xml:space="preserve"> </w:instrText>
      </w:r>
      <w:r w:rsidRPr="0012352D">
        <w:rPr>
          <w:szCs w:val="24"/>
        </w:rPr>
        <w:instrText>isiku nimi]</w:instrText>
      </w:r>
      <w:r w:rsidRPr="0012352D">
        <w:rPr>
          <w:szCs w:val="24"/>
        </w:rPr>
        <w:fldChar w:fldCharType="end"/>
      </w:r>
      <w:r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AF5CD0390A084587974AFD763E7AF421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937F91">
            <w:t>[Vali sobiv]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ametinimetus]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eesnimi ja perekonnanimi]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t>, ühelt poolt,</w:t>
      </w:r>
    </w:p>
    <w:p w14:paraId="43D57977" w14:textId="77777777" w:rsidR="00937F91" w:rsidRDefault="00937F91" w:rsidP="000A17B6">
      <w:pPr>
        <w:pStyle w:val="Kehatekst2"/>
        <w:jc w:val="both"/>
      </w:pPr>
    </w:p>
    <w:p w14:paraId="6FA1B3E0" w14:textId="77777777" w:rsidR="004002AC" w:rsidRDefault="00BF0A63" w:rsidP="000A17B6">
      <w:pPr>
        <w:pStyle w:val="Kehatekst2"/>
        <w:jc w:val="both"/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MACROBUTTON  AcceptAllChangesInDoc [Sisesta füüsilisest isikust ettevõtja nimi] </w:instrText>
      </w:r>
      <w:r>
        <w:rPr>
          <w:rFonts w:eastAsia="Calibri"/>
        </w:rPr>
        <w:fldChar w:fldCharType="end"/>
      </w:r>
      <w:r>
        <w:rPr>
          <w:rFonts w:eastAsia="Calibri"/>
        </w:rPr>
        <w:t>,</w:t>
      </w:r>
      <w:r w:rsidR="00BF6228">
        <w:rPr>
          <w:rFonts w:eastAsia="Calibri"/>
        </w:rPr>
        <w:t xml:space="preserve"> </w:t>
      </w:r>
      <w:r w:rsidR="004002AC" w:rsidRPr="004002AC">
        <w:t xml:space="preserve">edaspidi </w:t>
      </w:r>
      <w:r w:rsidR="004002AC" w:rsidRPr="004002AC">
        <w:rPr>
          <w:b/>
        </w:rPr>
        <w:t>müüja</w:t>
      </w:r>
      <w:r w:rsidR="004002AC">
        <w:rPr>
          <w:b/>
        </w:rPr>
        <w:t>,</w:t>
      </w:r>
      <w:r w:rsidR="004002AC">
        <w:t xml:space="preserve"> ühelt poolt,</w:t>
      </w:r>
    </w:p>
    <w:p w14:paraId="297E9CED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7956F002" w14:textId="77777777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4F6FCC7F66664AA19EC10D69B08C241A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A17B6" w:rsidRPr="0012352D">
            <w:rPr>
              <w:rFonts w:eastAsia="Calibri"/>
              <w:sz w:val="24"/>
              <w:szCs w:val="24"/>
            </w:rPr>
            <w:t>[Vali kuupäev]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AcceptAllChangesInDoc [Sisesta number] 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</w:instrText>
      </w:r>
      <w:r w:rsidR="000A17B6">
        <w:rPr>
          <w:sz w:val="24"/>
          <w:szCs w:val="24"/>
        </w:rPr>
        <w:instrText>llChangesInDoc [Sisesta struktuurüksuse nimi]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FF4658" w:rsidRPr="00C762F1">
        <w:rPr>
          <w:sz w:val="24"/>
          <w:szCs w:val="24"/>
        </w:rPr>
        <w:t xml:space="preserve">, teiselt poolt </w:t>
      </w:r>
    </w:p>
    <w:p w14:paraId="17427A9C" w14:textId="77777777" w:rsidR="00BF0A63" w:rsidRPr="00C762F1" w:rsidRDefault="00BF0A63">
      <w:pPr>
        <w:jc w:val="both"/>
        <w:rPr>
          <w:sz w:val="24"/>
          <w:szCs w:val="24"/>
        </w:rPr>
      </w:pPr>
    </w:p>
    <w:p w14:paraId="6C666C24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304F8722" w14:textId="77777777" w:rsidR="00FF4658" w:rsidRDefault="00FF4658">
      <w:pPr>
        <w:jc w:val="both"/>
        <w:rPr>
          <w:sz w:val="24"/>
        </w:rPr>
      </w:pPr>
    </w:p>
    <w:p w14:paraId="75FFE61C" w14:textId="595842AD" w:rsidR="001A0A50" w:rsidRPr="000E0CFA" w:rsidRDefault="001A0A50" w:rsidP="00EF1282">
      <w:pPr>
        <w:jc w:val="both"/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3320DC129728444888E8C37EE814A82A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EF1282">
            <w:rPr>
              <w:sz w:val="24"/>
              <w:szCs w:val="24"/>
              <w:lang w:eastAsia="et-EE"/>
            </w:rPr>
            <w:t>riigihanke</w:t>
          </w:r>
        </w:sdtContent>
      </w:sdt>
      <w:r w:rsidR="000A17B6">
        <w:rPr>
          <w:sz w:val="24"/>
          <w:szCs w:val="24"/>
          <w:lang w:eastAsia="et-EE"/>
        </w:rPr>
        <w:t xml:space="preserve"> 1-47/</w:t>
      </w:r>
      <w:r w:rsidR="00D96739">
        <w:rPr>
          <w:sz w:val="24"/>
          <w:szCs w:val="24"/>
        </w:rPr>
        <w:t>2936</w:t>
      </w:r>
      <w:r w:rsidRPr="000E0CFA">
        <w:rPr>
          <w:sz w:val="24"/>
          <w:szCs w:val="24"/>
          <w:lang w:eastAsia="et-EE"/>
        </w:rPr>
        <w:t xml:space="preserve"> „</w:t>
      </w:r>
      <w:r w:rsidR="00EF1282" w:rsidRPr="00EF1282">
        <w:rPr>
          <w:rFonts w:eastAsia="Calibri"/>
          <w:sz w:val="24"/>
          <w:szCs w:val="24"/>
        </w:rPr>
        <w:t>Männitaimede liimi ja liiva katmise ja kuivatamise süsteemi kulumaterjalide ost</w:t>
      </w:r>
      <w:r w:rsidRPr="000E0CFA">
        <w:rPr>
          <w:sz w:val="24"/>
          <w:szCs w:val="24"/>
          <w:lang w:eastAsia="et-EE"/>
        </w:rPr>
        <w:t xml:space="preserve">“ (viitenumber </w:t>
      </w:r>
      <w:r w:rsidR="00D96739">
        <w:rPr>
          <w:sz w:val="24"/>
          <w:szCs w:val="24"/>
        </w:rPr>
        <w:t>257086</w:t>
      </w:r>
      <w:r w:rsidRPr="000E0CFA">
        <w:rPr>
          <w:sz w:val="24"/>
          <w:szCs w:val="24"/>
          <w:lang w:eastAsia="et-EE"/>
        </w:rPr>
        <w:t>) tulemusena alljärgnevas:</w:t>
      </w:r>
    </w:p>
    <w:p w14:paraId="752BBA4D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29971F2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2593B6EC" w14:textId="77777777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proofErr w:type="spellStart"/>
      <w:r w:rsidR="000A17B6" w:rsidRPr="00A222B6">
        <w:rPr>
          <w:sz w:val="24"/>
          <w:szCs w:val="24"/>
        </w:rPr>
        <w:t>ostab</w:t>
      </w:r>
      <w:proofErr w:type="spellEnd"/>
      <w:r w:rsidR="000A17B6" w:rsidRPr="00A222B6">
        <w:rPr>
          <w:sz w:val="24"/>
          <w:szCs w:val="24"/>
        </w:rPr>
        <w:t xml:space="preserve"> </w:t>
      </w:r>
      <w:r w:rsidR="000A17B6" w:rsidRPr="00A222B6">
        <w:rPr>
          <w:sz w:val="24"/>
          <w:szCs w:val="24"/>
        </w:rPr>
        <w:fldChar w:fldCharType="begin"/>
      </w:r>
      <w:r w:rsidR="000A17B6" w:rsidRPr="00A222B6">
        <w:rPr>
          <w:sz w:val="24"/>
          <w:szCs w:val="24"/>
        </w:rPr>
        <w:instrText xml:space="preserve"> MACROBUTTON  AcceptAllChangesInDoc [Sisesta vara, nimetus, kogus, hind]</w:instrText>
      </w:r>
      <w:r w:rsidR="000A17B6" w:rsidRPr="00A222B6">
        <w:rPr>
          <w:sz w:val="24"/>
          <w:szCs w:val="24"/>
        </w:rPr>
        <w:fldChar w:fldCharType="end"/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0A17B6" w:rsidRPr="00A222B6">
        <w:rPr>
          <w:sz w:val="24"/>
          <w:szCs w:val="24"/>
        </w:rPr>
        <w:fldChar w:fldCharType="begin"/>
      </w:r>
      <w:r w:rsidR="000A17B6" w:rsidRPr="00A222B6">
        <w:rPr>
          <w:sz w:val="24"/>
          <w:szCs w:val="24"/>
        </w:rPr>
        <w:instrText xml:space="preserve"> MACROBUTTON  AcceptAllChangesInDoc [Sisesta number]</w:instrText>
      </w:r>
      <w:r w:rsidR="000A17B6" w:rsidRPr="00A222B6">
        <w:rPr>
          <w:sz w:val="24"/>
          <w:szCs w:val="24"/>
        </w:rPr>
        <w:fldChar w:fldCharType="end"/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2EDD50B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7B6DE27A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4196616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CD0A8B" w:rsidRPr="00A222B6">
        <w:rPr>
          <w:sz w:val="24"/>
          <w:szCs w:val="24"/>
        </w:rPr>
        <w:fldChar w:fldCharType="begin"/>
      </w:r>
      <w:r w:rsidR="00CD0A8B" w:rsidRPr="00A222B6">
        <w:rPr>
          <w:sz w:val="24"/>
          <w:szCs w:val="24"/>
        </w:rPr>
        <w:instrText xml:space="preserve"> MACROBUTTON  AcceptAllChangesInDoc [Sisesta summa] </w:instrText>
      </w:r>
      <w:r w:rsidR="00CD0A8B" w:rsidRPr="00A222B6">
        <w:rPr>
          <w:sz w:val="24"/>
          <w:szCs w:val="24"/>
        </w:rPr>
        <w:fldChar w:fldCharType="end"/>
      </w:r>
      <w:r w:rsidRPr="00A222B6">
        <w:rPr>
          <w:sz w:val="24"/>
          <w:szCs w:val="24"/>
        </w:rPr>
        <w:t xml:space="preserve"> (</w:t>
      </w:r>
      <w:r w:rsidR="00CD0A8B" w:rsidRPr="00A222B6">
        <w:rPr>
          <w:rFonts w:eastAsia="Calibri"/>
          <w:sz w:val="24"/>
          <w:szCs w:val="24"/>
        </w:rPr>
        <w:fldChar w:fldCharType="begin"/>
      </w:r>
      <w:r w:rsidR="00CD0A8B" w:rsidRPr="00A222B6">
        <w:rPr>
          <w:rFonts w:eastAsia="Calibri"/>
          <w:sz w:val="24"/>
          <w:szCs w:val="24"/>
        </w:rPr>
        <w:instrText xml:space="preserve"> MACROBUTTON  AcceptAllChangesInDoc [Sisesta summa sõnadega]) </w:instrText>
      </w:r>
      <w:r w:rsidR="00CD0A8B" w:rsidRPr="00A222B6">
        <w:rPr>
          <w:rFonts w:eastAsia="Calibri"/>
          <w:sz w:val="24"/>
          <w:szCs w:val="24"/>
        </w:rPr>
        <w:fldChar w:fldCharType="end"/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4123624B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057EA1B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60F252D" w14:textId="77777777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Pr="004955EC">
        <w:rPr>
          <w:sz w:val="24"/>
          <w:szCs w:val="24"/>
        </w:rPr>
        <w:fldChar w:fldCharType="begin"/>
      </w:r>
      <w:r w:rsidRPr="004955EC">
        <w:rPr>
          <w:sz w:val="24"/>
          <w:szCs w:val="24"/>
        </w:rPr>
        <w:instrText xml:space="preserve"> MACROBUTTON  AcceptAllChangesInDoc [Sisesta number]</w:instrText>
      </w:r>
      <w:r w:rsidRPr="004955EC">
        <w:rPr>
          <w:sz w:val="24"/>
          <w:szCs w:val="24"/>
        </w:rPr>
        <w:fldChar w:fldCharType="end"/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6E12098F" w14:textId="3017D2A5" w:rsidR="004955EC" w:rsidRDefault="004955EC" w:rsidP="00C40EF4">
      <w:pPr>
        <w:pStyle w:val="Pealkiri21"/>
        <w:jc w:val="both"/>
        <w:rPr>
          <w:sz w:val="24"/>
          <w:szCs w:val="24"/>
        </w:rPr>
      </w:pPr>
      <w:r w:rsidRPr="00C40EF4">
        <w:rPr>
          <w:sz w:val="24"/>
          <w:szCs w:val="24"/>
        </w:rPr>
        <w:t>Müüja esitab arve vaid elektrooniliselt. Arve esitamiseks tuleb kasutada elektrooniliste arvete esitamiseks mõeldud raamatupidamistarkvara või raamatupidamistarkvara E-</w:t>
      </w:r>
      <w:proofErr w:type="spellStart"/>
      <w:r w:rsidRPr="00C40EF4">
        <w:rPr>
          <w:sz w:val="24"/>
          <w:szCs w:val="24"/>
        </w:rPr>
        <w:t>arveldaja</w:t>
      </w:r>
      <w:proofErr w:type="spellEnd"/>
      <w:r w:rsidRPr="00C40EF4">
        <w:rPr>
          <w:sz w:val="24"/>
          <w:szCs w:val="24"/>
        </w:rPr>
        <w:t xml:space="preserve">, mis asub ettevõtjaportaalis </w:t>
      </w:r>
      <w:hyperlink r:id="rId10" w:history="1">
        <w:r w:rsidR="00EF1282" w:rsidRPr="00C40EF4">
          <w:rPr>
            <w:rStyle w:val="Hperlink"/>
            <w:sz w:val="24"/>
            <w:szCs w:val="24"/>
          </w:rPr>
          <w:t>https://www.rik.ee/et/e-arveldaja</w:t>
        </w:r>
      </w:hyperlink>
      <w:r w:rsidRPr="00C40EF4">
        <w:rPr>
          <w:sz w:val="24"/>
          <w:szCs w:val="24"/>
        </w:rPr>
        <w:t>.</w:t>
      </w:r>
      <w:r w:rsidR="00EF1282" w:rsidRPr="00C40EF4">
        <w:rPr>
          <w:sz w:val="24"/>
          <w:szCs w:val="24"/>
        </w:rPr>
        <w:t xml:space="preserve"> Välismaine müüja saab arveid esitada e-posti aadressil </w:t>
      </w:r>
      <w:hyperlink r:id="rId11" w:history="1">
        <w:r w:rsidR="00C40EF4" w:rsidRPr="002A0BC3">
          <w:rPr>
            <w:rStyle w:val="Hperlink"/>
            <w:sz w:val="24"/>
            <w:szCs w:val="24"/>
          </w:rPr>
          <w:t>arved@rmk.ee</w:t>
        </w:r>
      </w:hyperlink>
      <w:r w:rsidR="00C40EF4">
        <w:rPr>
          <w:sz w:val="24"/>
          <w:szCs w:val="24"/>
        </w:rPr>
        <w:t>.</w:t>
      </w:r>
    </w:p>
    <w:p w14:paraId="1CF8D697" w14:textId="77777777" w:rsidR="00C40EF4" w:rsidRPr="00C40EF4" w:rsidRDefault="00C40EF4" w:rsidP="00C40EF4">
      <w:pPr>
        <w:pStyle w:val="Pealkiri21"/>
        <w:jc w:val="both"/>
        <w:rPr>
          <w:b/>
          <w:sz w:val="24"/>
          <w:szCs w:val="24"/>
        </w:rPr>
      </w:pPr>
      <w:r w:rsidRPr="00C40EF4">
        <w:rPr>
          <w:sz w:val="24"/>
          <w:szCs w:val="24"/>
        </w:rPr>
        <w:t>Arve esitamise aluseks on poolte poolt allkirjastatud vara vastuvõtmise akt.</w:t>
      </w:r>
    </w:p>
    <w:p w14:paraId="4505A776" w14:textId="04731DB7" w:rsidR="00FF4658" w:rsidRPr="00A222B6" w:rsidRDefault="00FF4658" w:rsidP="00C40EF4">
      <w:pPr>
        <w:pStyle w:val="Pealkiri21"/>
        <w:numPr>
          <w:ilvl w:val="0"/>
          <w:numId w:val="0"/>
        </w:numPr>
        <w:rPr>
          <w:sz w:val="24"/>
          <w:szCs w:val="24"/>
        </w:rPr>
      </w:pPr>
    </w:p>
    <w:p w14:paraId="04F6451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76C55A6B" w14:textId="4F47B099" w:rsidR="00FF4658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 xml:space="preserve">ara vastab lepingutingimustele ning kolmandatel </w:t>
      </w:r>
      <w:proofErr w:type="spellStart"/>
      <w:r w:rsidR="00FF4658" w:rsidRPr="00A222B6">
        <w:rPr>
          <w:sz w:val="24"/>
          <w:szCs w:val="24"/>
        </w:rPr>
        <w:t>iskutel</w:t>
      </w:r>
      <w:proofErr w:type="spellEnd"/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0C4EC37D" w14:textId="44AE4716" w:rsidR="00C40EF4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CE9E511" w14:textId="77777777" w:rsidR="00C40EF4" w:rsidRPr="00A222B6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</w:p>
    <w:p w14:paraId="206CD3C9" w14:textId="64752B3F" w:rsidR="004955EC" w:rsidRPr="00A222B6" w:rsidRDefault="004955EC" w:rsidP="002F5A22">
      <w:pPr>
        <w:jc w:val="both"/>
        <w:rPr>
          <w:sz w:val="24"/>
          <w:szCs w:val="24"/>
        </w:rPr>
      </w:pPr>
    </w:p>
    <w:p w14:paraId="0A058543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lastRenderedPageBreak/>
        <w:t>Vara üleandmine-</w:t>
      </w:r>
      <w:proofErr w:type="spellStart"/>
      <w:r w:rsidRPr="00A222B6">
        <w:rPr>
          <w:b/>
          <w:sz w:val="24"/>
          <w:szCs w:val="24"/>
        </w:rPr>
        <w:t>vastuvôtmine</w:t>
      </w:r>
      <w:proofErr w:type="spellEnd"/>
    </w:p>
    <w:p w14:paraId="10D61A82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00C3A56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Vara loetakse ostjale </w:t>
      </w:r>
      <w:proofErr w:type="spellStart"/>
      <w:r w:rsidRPr="00A222B6">
        <w:rPr>
          <w:sz w:val="24"/>
          <w:szCs w:val="24"/>
        </w:rPr>
        <w:t>üleantuks</w:t>
      </w:r>
      <w:proofErr w:type="spellEnd"/>
      <w:r w:rsidRPr="00A222B6">
        <w:rPr>
          <w:sz w:val="24"/>
          <w:szCs w:val="24"/>
        </w:rPr>
        <w:t xml:space="preserve">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CAE02EA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AB2AD50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3AFC76D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698299FB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525A15EA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0782C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C310526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F9F827C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155D964E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425BFE3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5E34293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121E2DC0" w14:textId="77777777" w:rsidR="002F5D6E" w:rsidRPr="00A222B6" w:rsidRDefault="009629CD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40839D5D37064D31A702969AEE1B961A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BF0A63" w:rsidRPr="00A222B6">
            <w:rPr>
              <w:sz w:val="24"/>
              <w:szCs w:val="24"/>
            </w:rPr>
            <w:t>[Vali sobiv]</w:t>
          </w:r>
        </w:sdtContent>
      </w:sdt>
    </w:p>
    <w:p w14:paraId="2ACDE183" w14:textId="77777777" w:rsidR="002F5D6E" w:rsidRDefault="002F5D6E">
      <w:pPr>
        <w:jc w:val="both"/>
        <w:rPr>
          <w:b/>
          <w:bCs/>
          <w:sz w:val="24"/>
        </w:rPr>
      </w:pPr>
    </w:p>
    <w:p w14:paraId="3751325C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105D01C" w14:textId="77777777" w:rsidR="00BC487D" w:rsidRDefault="00BC487D">
      <w:pPr>
        <w:jc w:val="both"/>
        <w:rPr>
          <w:sz w:val="24"/>
        </w:rPr>
      </w:pPr>
    </w:p>
    <w:p w14:paraId="170D901A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456"/>
        <w:gridCol w:w="4178"/>
      </w:tblGrid>
      <w:tr w:rsidR="00BC487D" w:rsidRPr="00A8126F" w14:paraId="1966CF92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E5DE552" w14:textId="77777777" w:rsidR="00BC487D" w:rsidRPr="00A8126F" w:rsidRDefault="005E0AEE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juriidilise isiku või FIE nimi]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3337D9C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F746646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1835DE4C" w14:textId="77777777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BC487D" w:rsidRPr="00A8126F">
              <w:rPr>
                <w:sz w:val="24"/>
              </w:rPr>
              <w:fldChar w:fldCharType="begin"/>
            </w:r>
            <w:r w:rsidR="00BC487D" w:rsidRPr="00A8126F">
              <w:rPr>
                <w:sz w:val="24"/>
              </w:rPr>
              <w:instrText xml:space="preserve"> MACROBUTTON  AcceptAllChangesInDoc [Sisesta isiku või registrikood] </w:instrText>
            </w:r>
            <w:r w:rsidR="00BC487D"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9DBD4F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778E5F9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F847ED1" w14:textId="77777777" w:rsidR="00BC487D" w:rsidRDefault="00BC487D" w:rsidP="00295CE1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>MACROBUTTON  AcceptAllChangesInDoc [Sisesta aadress]</w:instrText>
            </w:r>
            <w:r w:rsidRPr="00A8126F">
              <w:rPr>
                <w:sz w:val="24"/>
              </w:rPr>
              <w:fldChar w:fldCharType="end"/>
            </w:r>
          </w:p>
          <w:p w14:paraId="79020DA3" w14:textId="77777777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 xml:space="preserve"> MACROBUTTON  AcceptAllChangesInDoc [Sisesta number] </w:instrText>
            </w:r>
            <w:r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ED20DC4" w14:textId="72CB8C56" w:rsidR="00495E6D" w:rsidRDefault="00D96739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proofErr w:type="spellStart"/>
            <w:r w:rsidR="00495E6D">
              <w:rPr>
                <w:sz w:val="24"/>
              </w:rPr>
              <w:t>Sagadi</w:t>
            </w:r>
            <w:proofErr w:type="spellEnd"/>
            <w:r w:rsidR="00495E6D">
              <w:rPr>
                <w:sz w:val="24"/>
              </w:rPr>
              <w:t xml:space="preserve"> küla, </w:t>
            </w:r>
            <w:r w:rsidR="00160E31">
              <w:rPr>
                <w:sz w:val="24"/>
              </w:rPr>
              <w:t>Haljala</w:t>
            </w:r>
            <w:r w:rsidR="00495E6D">
              <w:rPr>
                <w:sz w:val="24"/>
              </w:rPr>
              <w:t xml:space="preserve"> vald,</w:t>
            </w:r>
          </w:p>
          <w:p w14:paraId="3B66F33E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43B2AC74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BF654C3" w14:textId="77777777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e-post]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41E9123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388EB595" w14:textId="393642EA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 w:rsidR="00DF5269">
        <w:rPr>
          <w:sz w:val="24"/>
        </w:rPr>
        <w:t xml:space="preserve">   </w:t>
      </w:r>
      <w:r>
        <w:rPr>
          <w:sz w:val="24"/>
        </w:rPr>
        <w:t>E-post rmk@rmk.ee</w:t>
      </w:r>
    </w:p>
    <w:p w14:paraId="55D8EDFE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9A393CE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7E2F1371" w14:textId="77777777" w:rsidR="00A222B6" w:rsidRPr="00A222B6" w:rsidRDefault="009629CD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BDE3232C89FC4660B73F49FB08D0300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F09E503" w14:textId="77777777" w:rsidR="00A222B6" w:rsidRPr="00A222B6" w:rsidRDefault="009629CD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7ADBB6B19A6446C4B214EFFFB9C3245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5B3B7A64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436A3F72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5E10CAA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453C865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DFAD7F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22F82DCD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13D32480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62BF1A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710" w:type="dxa"/>
          </w:tcPr>
          <w:p w14:paraId="7EE190FD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2E844281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2601CA45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2"/>
      <w:headerReference w:type="default" r:id="rId13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1DAD4" w14:textId="77777777" w:rsidR="004D4157" w:rsidRDefault="004D4157">
      <w:r>
        <w:separator/>
      </w:r>
    </w:p>
  </w:endnote>
  <w:endnote w:type="continuationSeparator" w:id="0">
    <w:p w14:paraId="0DF47ED1" w14:textId="77777777" w:rsidR="004D4157" w:rsidRDefault="004D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44736" w14:textId="77777777" w:rsidR="004D4157" w:rsidRDefault="004D4157">
      <w:r>
        <w:separator/>
      </w:r>
    </w:p>
  </w:footnote>
  <w:footnote w:type="continuationSeparator" w:id="0">
    <w:p w14:paraId="5DC83644" w14:textId="77777777" w:rsidR="004D4157" w:rsidRDefault="004D4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33FF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EA912BC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6E72C" w14:textId="16ACB492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9629CD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AAF3809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6B29DE"/>
    <w:multiLevelType w:val="multilevel"/>
    <w:tmpl w:val="E48EA1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1CD"/>
    <w:rsid w:val="00001E58"/>
    <w:rsid w:val="00053571"/>
    <w:rsid w:val="00091121"/>
    <w:rsid w:val="000A17B6"/>
    <w:rsid w:val="000E0CFA"/>
    <w:rsid w:val="00116E13"/>
    <w:rsid w:val="00135924"/>
    <w:rsid w:val="001524DB"/>
    <w:rsid w:val="00160E31"/>
    <w:rsid w:val="001720F7"/>
    <w:rsid w:val="00174068"/>
    <w:rsid w:val="00193DC6"/>
    <w:rsid w:val="001A0A50"/>
    <w:rsid w:val="001D1C87"/>
    <w:rsid w:val="00215CB7"/>
    <w:rsid w:val="002522FF"/>
    <w:rsid w:val="00257477"/>
    <w:rsid w:val="002F5A22"/>
    <w:rsid w:val="002F5D6E"/>
    <w:rsid w:val="00315825"/>
    <w:rsid w:val="00317045"/>
    <w:rsid w:val="00342061"/>
    <w:rsid w:val="00376724"/>
    <w:rsid w:val="003B61CD"/>
    <w:rsid w:val="003C5EAB"/>
    <w:rsid w:val="004002AC"/>
    <w:rsid w:val="0042126E"/>
    <w:rsid w:val="00466A2D"/>
    <w:rsid w:val="004955EC"/>
    <w:rsid w:val="00495E6D"/>
    <w:rsid w:val="004A7E08"/>
    <w:rsid w:val="004D4157"/>
    <w:rsid w:val="00507822"/>
    <w:rsid w:val="00514AF9"/>
    <w:rsid w:val="005346B3"/>
    <w:rsid w:val="005408D0"/>
    <w:rsid w:val="005657EC"/>
    <w:rsid w:val="005A72AD"/>
    <w:rsid w:val="005C78B8"/>
    <w:rsid w:val="005E0AEE"/>
    <w:rsid w:val="0061754F"/>
    <w:rsid w:val="00646A9F"/>
    <w:rsid w:val="006471CF"/>
    <w:rsid w:val="00676208"/>
    <w:rsid w:val="007102FD"/>
    <w:rsid w:val="00710A4D"/>
    <w:rsid w:val="007D6FCF"/>
    <w:rsid w:val="007E1E13"/>
    <w:rsid w:val="00823645"/>
    <w:rsid w:val="00856A95"/>
    <w:rsid w:val="0092305F"/>
    <w:rsid w:val="00937F91"/>
    <w:rsid w:val="009629CD"/>
    <w:rsid w:val="0098593A"/>
    <w:rsid w:val="009B7BFD"/>
    <w:rsid w:val="00A06EA2"/>
    <w:rsid w:val="00A222B6"/>
    <w:rsid w:val="00A7198C"/>
    <w:rsid w:val="00AB1925"/>
    <w:rsid w:val="00AC031D"/>
    <w:rsid w:val="00AF5453"/>
    <w:rsid w:val="00BC487D"/>
    <w:rsid w:val="00BD75AE"/>
    <w:rsid w:val="00BF0A63"/>
    <w:rsid w:val="00BF6228"/>
    <w:rsid w:val="00C02389"/>
    <w:rsid w:val="00C03548"/>
    <w:rsid w:val="00C10FA3"/>
    <w:rsid w:val="00C345C9"/>
    <w:rsid w:val="00C40EF4"/>
    <w:rsid w:val="00C4236F"/>
    <w:rsid w:val="00C52D26"/>
    <w:rsid w:val="00C61A06"/>
    <w:rsid w:val="00C762F1"/>
    <w:rsid w:val="00C97FCC"/>
    <w:rsid w:val="00CA4EAC"/>
    <w:rsid w:val="00CD0A8B"/>
    <w:rsid w:val="00CF3E87"/>
    <w:rsid w:val="00D016BF"/>
    <w:rsid w:val="00D73769"/>
    <w:rsid w:val="00D96739"/>
    <w:rsid w:val="00DF030D"/>
    <w:rsid w:val="00DF1C9F"/>
    <w:rsid w:val="00DF5269"/>
    <w:rsid w:val="00E1252D"/>
    <w:rsid w:val="00E20C9A"/>
    <w:rsid w:val="00E220E5"/>
    <w:rsid w:val="00E67EB3"/>
    <w:rsid w:val="00E96A4F"/>
    <w:rsid w:val="00EE0A3A"/>
    <w:rsid w:val="00EE7062"/>
    <w:rsid w:val="00EF1282"/>
    <w:rsid w:val="00EF2C43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E9C9"/>
  <w15:docId w15:val="{57D1CC2C-A0DA-4DEF-BDBB-650C14BB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  <w:style w:type="character" w:styleId="Hperlink">
    <w:name w:val="Hyperlink"/>
    <w:basedOn w:val="Liguvaikefont"/>
    <w:unhideWhenUsed/>
    <w:rsid w:val="00EF12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ved@rmk.e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beik\Downloads\m&#252;&#252;gileping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222779A5F941FCB09B83C75B51A1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4FA3EF-23FA-4A33-858E-B0A2A5EBF1E7}"/>
      </w:docPartPr>
      <w:docPartBody>
        <w:p w:rsidR="00051566" w:rsidRDefault="00051566">
          <w:pPr>
            <w:pStyle w:val="EB222779A5F941FCB09B83C75B51A1B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F5CD0390A084587974AFD763E7AF4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E41F3A-171C-4020-A34A-D17A91532B7C}"/>
      </w:docPartPr>
      <w:docPartBody>
        <w:p w:rsidR="00051566" w:rsidRDefault="00051566">
          <w:pPr>
            <w:pStyle w:val="AF5CD0390A084587974AFD763E7AF42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F6FCC7F66664AA19EC10D69B08C24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4613AD-0A46-4635-8CCE-4694CAC92321}"/>
      </w:docPartPr>
      <w:docPartBody>
        <w:p w:rsidR="00051566" w:rsidRDefault="00051566">
          <w:pPr>
            <w:pStyle w:val="4F6FCC7F66664AA19EC10D69B08C241A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320DC129728444888E8C37EE814A8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471C6D-DD18-48A8-9F1B-0667BA5174ED}"/>
      </w:docPartPr>
      <w:docPartBody>
        <w:p w:rsidR="00051566" w:rsidRDefault="00051566">
          <w:pPr>
            <w:pStyle w:val="3320DC129728444888E8C37EE814A82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0839D5D37064D31A702969AEE1B96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E48A7C-E778-42CA-AF57-3308EB503E1C}"/>
      </w:docPartPr>
      <w:docPartBody>
        <w:p w:rsidR="00051566" w:rsidRDefault="00051566">
          <w:pPr>
            <w:pStyle w:val="40839D5D37064D31A702969AEE1B961A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BDE3232C89FC4660B73F49FB08D030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71E593-14CC-4797-B800-E0B07E79CCB3}"/>
      </w:docPartPr>
      <w:docPartBody>
        <w:p w:rsidR="00051566" w:rsidRDefault="00051566">
          <w:pPr>
            <w:pStyle w:val="BDE3232C89FC4660B73F49FB08D0300F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7ADBB6B19A6446C4B214EFFFB9C3245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D14298-C093-4714-8330-E7C13554BEC0}"/>
      </w:docPartPr>
      <w:docPartBody>
        <w:p w:rsidR="00051566" w:rsidRDefault="00051566">
          <w:pPr>
            <w:pStyle w:val="7ADBB6B19A6446C4B214EFFFB9C3245B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66"/>
    <w:rsid w:val="00051566"/>
    <w:rsid w:val="00B0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EB222779A5F941FCB09B83C75B51A1B2">
    <w:name w:val="EB222779A5F941FCB09B83C75B51A1B2"/>
  </w:style>
  <w:style w:type="paragraph" w:customStyle="1" w:styleId="AF5CD0390A084587974AFD763E7AF421">
    <w:name w:val="AF5CD0390A084587974AFD763E7AF421"/>
  </w:style>
  <w:style w:type="paragraph" w:customStyle="1" w:styleId="4F6FCC7F66664AA19EC10D69B08C241A">
    <w:name w:val="4F6FCC7F66664AA19EC10D69B08C241A"/>
  </w:style>
  <w:style w:type="paragraph" w:customStyle="1" w:styleId="3320DC129728444888E8C37EE814A82A">
    <w:name w:val="3320DC129728444888E8C37EE814A82A"/>
  </w:style>
  <w:style w:type="paragraph" w:customStyle="1" w:styleId="40839D5D37064D31A702969AEE1B961A">
    <w:name w:val="40839D5D37064D31A702969AEE1B961A"/>
  </w:style>
  <w:style w:type="paragraph" w:customStyle="1" w:styleId="BDE3232C89FC4660B73F49FB08D0300F">
    <w:name w:val="BDE3232C89FC4660B73F49FB08D0300F"/>
  </w:style>
  <w:style w:type="paragraph" w:customStyle="1" w:styleId="7ADBB6B19A6446C4B214EFFFB9C3245B">
    <w:name w:val="7ADBB6B19A6446C4B214EFFFB9C32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D23E854B-DB3F-4779-9304-667768C59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9BC63-9AE9-4B53-A1C3-7AA1BA95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9E5EC5-262C-46E3-8EB2-57FD2A9DE128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ad8159d5-3832-492c-8b12-f4b734a8b39a"/>
    <ds:schemaRef ds:uri="http://schemas.openxmlformats.org/package/2006/metadata/core-properties"/>
    <ds:schemaRef ds:uri="7101f956-65e9-4f02-8f9c-607275500d38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</Template>
  <TotalTime>1</TotalTime>
  <Pages>2</Pages>
  <Words>422</Words>
  <Characters>3886</Characters>
  <Application>Microsoft Office Word</Application>
  <DocSecurity>0</DocSecurity>
  <Lines>32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Helbe Peiker</dc:creator>
  <dc:description>ostu-müügileping kaupadele</dc:description>
  <cp:lastModifiedBy>Helbe Peiker</cp:lastModifiedBy>
  <cp:revision>3</cp:revision>
  <cp:lastPrinted>2003-04-08T06:30:00Z</cp:lastPrinted>
  <dcterms:created xsi:type="dcterms:W3CDTF">2023-10-06T06:51:00Z</dcterms:created>
  <dcterms:modified xsi:type="dcterms:W3CDTF">2023-10-06T06:55:00Z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